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b/>
          <w:sz w:val="18"/>
          <w:szCs w:val="18"/>
          <w:lang w:eastAsia="en-GB"/>
        </w:rPr>
        <w:t>EVENT 101 Boys 10 Yrs/Over 100m Backstroke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Luke Batty S9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1:48.18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Daniel Gregory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1:27.27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Jozef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Gordon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1:26.90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Connor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Eccleston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Clitheroe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1:26.71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Liam Carey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St Helens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1:26.69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Rhys Ashton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1:26.48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Prince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1:26.35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Tom Arkwright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1:25.40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Cs w:val="16"/>
          <w:lang w:eastAsia="en-GB"/>
        </w:rPr>
        <w:t xml:space="preserve">Rueben </w:t>
      </w:r>
      <w:proofErr w:type="spellStart"/>
      <w:r w:rsidRPr="00150754">
        <w:rPr>
          <w:rFonts w:ascii="Arial Narrow" w:hAnsi="Arial Narrow" w:cs="Courier New"/>
          <w:szCs w:val="16"/>
          <w:lang w:eastAsia="en-GB"/>
        </w:rPr>
        <w:t>Rowbotham-Keati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1:24.82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1:24.66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Henry Maw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1:24.30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Samuel Curran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1:24.25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Samuel Ellis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Ormskirk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1:24.00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Wright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1:23.94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Bailey Reid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1:23.90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Fraser Cooke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1:23.01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Boyd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1:22.78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1:21.71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Max Adams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1:21.71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Sean Tsai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1:21.44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Sheffield S14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1:21.18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Jacob Whitehead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1:21.13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Adam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Younis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1:20.44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Cherry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1:19.95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Brown </w:t>
      </w: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S14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1:19.51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Joel King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1:19.44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Finlay Jones-Wright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1:19.28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Gabriel Glynn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1:18.94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Bordiuk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1:18.32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Edward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1:17.60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Luka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Hyam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1:15.80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1:15.67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Connor Stevens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1:15.12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1:14.74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Harry Robinson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1:14.71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1:14.65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Criostai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Hayden-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Callen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1:14.59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1:13.17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1:13.09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McEvoy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1:12.12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Craig McNeil S10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1:12.00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Astles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1:11.88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Samuel Secker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1:11.74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Allen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1:11.69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Tobias Fox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1:10.81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Turland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1:10.75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Jack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Huddart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1:10.72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Ethan Evans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Max Martin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Robin Austin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Dylan Van-Hoof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1:10.14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James Duncan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1:09.78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Philip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Whitham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1:09.01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Paul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Pimblett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Harry Cooke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Rhys Aston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1:08.86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Adam Leech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Nisarg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Dharashivkar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Mitchell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1:08.56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Daniel Clark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1:08.10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Thomas Perkins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1:07.53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1:07.38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McGowan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lastRenderedPageBreak/>
        <w:t>68.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Callum Pritchard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William Camden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1:07.01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1:06.96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Bradley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Sharples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1:06.90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Niall Dunn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1:06.68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1:06.21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Houghton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1:06.10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 Chapman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1:05.66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Adam McCarter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1:05.30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Cameron Dunk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1:05.20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Ryan Manchester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Bury &amp; Elton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1:04.48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Billy Dewhurst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1:04.44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1:04.43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1:04.23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Thomas Manning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Nathaniel Stevens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1:04.01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Simm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1:03.66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Peter Cunningham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1:03.50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Monks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Arran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Bostock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1:03.36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George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Marrs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1:03.05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Andrew Plummer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1:03.01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Solomon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Mhar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Pomford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Daniel Austin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1:02.80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Liam Carlin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1:02.55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Bregazzi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1:01.82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1:01.81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James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Oxborrow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1:01.62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1:00.90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Dominic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Suggitt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58.97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Thomas Gilroy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58.97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Moniz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58.85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 Dunk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58.52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Cosgrove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58.44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Scott Cummings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57.90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Lewis Clough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  57.80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b/>
          <w:sz w:val="18"/>
          <w:szCs w:val="18"/>
          <w:lang w:eastAsia="en-GB"/>
        </w:rPr>
        <w:t>EVENT 102 Girls 10 Yrs/Over 200m Breaststroke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Elizabeth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Brierley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3:34.59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Piper Stevens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3:33.18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Heidi Coldwell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3:32.07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Ella Price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3:31.56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Emily Morris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3:31.04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Phoebe Moore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3:30.82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Amber Mann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3:30.75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Beth Hartwell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3:28.89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Ella Newton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3:28.86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Olivia Logan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3:27.30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Sands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3:27.00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Charlotte Hughes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3:26.24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Alyssa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McIlroy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3:24.90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Ruby Holland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3:22.26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Lily-Anna Ireland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3:20.41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Esme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Steiger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3:19.63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3:18.72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Elena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Priestner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3:18.41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Jasmine Stockton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3:17.37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Amy Holding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3:16.90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Tahira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Collins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3:16.39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Isabelle Hartley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3:16.10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Jessica Duffy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3:14.55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Mia Sheridan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3:13.31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3:13.13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Amber Gower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3:11.87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Robyn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Wakeley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>-Reid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3:11.29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lastRenderedPageBreak/>
        <w:t>28.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Jessica Johnson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3:11.20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Josephine Stevens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3:11.10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Ayesha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Brocklehurst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3:10.53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Elizabeth Woodcock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3:10.48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Lois Keyes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Armes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Ruby Jones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3:10.04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Cottam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3:09.90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Kiera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Richmond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3:09.90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Bethany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McTegart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3:09.70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Lucy Boswell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3:09.08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Ella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Snaylam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3:08.90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Hardey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3:08.74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Emma Blair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3:08.66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Lily-Grace Duckworth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3:08.41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Jennie Atkinson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3:07.19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Annabel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Nazer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3:06.43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Georgia Plant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3:06.10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Leah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Tarbuck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3:06.04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Izabel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Forrest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3:05.94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Elly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Fraser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3:05.70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Emily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Keays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3:05.39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Olivia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Lowery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>-Monks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3:04.98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3:04.76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Olivia Herron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3:04.31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54.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Saffron Fenton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3:04.27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Katie Richardson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3:04.26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Grace Booth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3:03.90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Chelsea Crabtree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3:03.72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Ffion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Lewis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Radcliffe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3:03.57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Ward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3:02.51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Josie Carroll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3:02.45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Shona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McGreevy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3:02.31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Abigail White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3:02.15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63.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Jasmine Simpson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3:01.70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Victoria Dawson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3:01.53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Philippa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Brown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3:01.29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3:00.92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Anna Dutton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3:00.73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Emily Hughes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3:00.61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Abigail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Rylance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Katana Rumble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Maisie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Johnson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3:00.00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Hulme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2:59.90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Rachael Thompson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2:59.60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Hannah Sheehan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2:58.93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Amy Cunningham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2:58.67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Meakin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2:58.64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Beth Duxbury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Lucie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Simpson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Flixton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Jennifer Green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2:58.24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Megan Ireland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2:58.20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Eleanor Moss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Garstang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2:57.95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Abigail Murray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Charlotte Dunn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2:57.49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Colette Meade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2:57.26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Amelia Sykes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2:57.21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Shannon McGill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2:56.38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Pia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Murray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2:56.14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Anna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Nikolakis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2:56.00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Eleanor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Calcutt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2:55.53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Hannah Head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2:54.90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Alana Hedges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2:54.80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Alexandra Whitehead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2:54.02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Mattea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>-Jay Oliver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Bootle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2:53.80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2:53.74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lastRenderedPageBreak/>
        <w:t>96.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Leah Williams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2:53.54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Victoria Hill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2:53.06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Amy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Dalziel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2:51.96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Havana Lloyd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2:51.70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Emma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Wellard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2:51.45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Perris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2:51.32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Mariette Braithwaite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Horwich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2:50.93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Eve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Richings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2:50.60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Wilgar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2:50.60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Olivia Dykes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2:50.01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Katie Cherry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2:49.25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Charlotte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Stackpoole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2:49.00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Chloe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Whatmough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2:48.74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Megan Valentine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2:48.21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Howarth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2:48.15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2:47.30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Rusha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Mondal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2:47.30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Cameron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2:47.20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Emily Spencer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2:46.32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Amber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Allford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Everton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2:46.14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Jennifer Hargreaves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2:45.40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Katey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Cooper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2:44.50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Rachel Morris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2:44.27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Eleanor Collin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2:43.68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Anna Doughty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2:40.92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Holly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Rowlinson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2:39.60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Katie McCarthy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2:32.40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Niamh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Robinson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2:29.77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Georgina Evans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Garston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2:29.40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b/>
          <w:sz w:val="18"/>
          <w:szCs w:val="18"/>
          <w:lang w:eastAsia="en-GB"/>
        </w:rPr>
        <w:t>EVENT 103 Boys 12 Yrs/Over 400m IM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Samuel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Coulthard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5:59.70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Oliver Pearce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5:58.63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Benjamin Makin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5:55.34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Luke Black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5:53.85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William Naylor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5:50.96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Luke Adams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5:50.70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Aiden Moore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5:50.40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Havers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>-Strong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5:49.55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William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Whittingham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5:43.10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Howlett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5:42.60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Benjamin Porter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5:40.90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Daniel Holmes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5:37.49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Peter Allen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Io 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5:31.58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Bradley Loder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5:30.88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Oliver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Makinson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5:29.86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Howard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5:28.38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Tiago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Lawrie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5:26.60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Stephen Hancock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5:25.99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Kelvin Cockcroft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5:20.71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Joseph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Niven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5:20.70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Michael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Sallis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Lancaster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5:18.92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Mitchell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5:16.26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Kyo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Tanner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5:12.47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George Robinson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5:12.30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Jacques Bonsell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5:10.94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Samuel Taylor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5:10.06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Ben Smith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5:06.60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Brandon Davies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5:06.17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Hardman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Chorley Marl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5:06.09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Scott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Provan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5:06.00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Johnson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Crosby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5:04.40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James Morrison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5:04.40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Alexander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Axford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5:03.51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Matthew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Silvester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5:02.84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Jared Armstrong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5:02.62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Alexander Hadley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Aquabears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5:01.60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Thomas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Haslam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4:59.90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lastRenderedPageBreak/>
        <w:t>38.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Benjamin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Arkle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4:58.67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Patrik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Jones-Wright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Fleetwood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4:58.14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Marcus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Dey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4:57.00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Paolo Moniz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4:56.60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Solomon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Mhar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4:55.60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Jake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Simm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4:51.66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Anthony 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4:49.97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Joshua Lambert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Blackburn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4:49.50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Anthony West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LiverpoolPen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4:46.10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Conor Bennett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4:43.37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Jack O'Brien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4:43.33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Matthew George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4:42.30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 Fry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Prescot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4:40.00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Andrew Davison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4:39.30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b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b/>
          <w:sz w:val="18"/>
          <w:szCs w:val="18"/>
          <w:lang w:eastAsia="en-GB"/>
        </w:rPr>
        <w:t>EVENT 104 Girls 12 Yrs/Over 800m Freestyle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Abbie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Wyatt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10:41.00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Mikaela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Shackleton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10:34.83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Jessica Morgan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10:28.19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Scarlett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Aspinall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10:24.95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Gemma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gramStart"/>
      <w:r w:rsidRPr="00150754">
        <w:rPr>
          <w:rFonts w:ascii="Arial Narrow" w:hAnsi="Arial Narrow" w:cs="Courier New"/>
          <w:sz w:val="18"/>
          <w:szCs w:val="18"/>
          <w:lang w:eastAsia="en-GB"/>
        </w:rPr>
        <w:t>Croft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Oldham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10:20.80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  <w:proofErr w:type="gramEnd"/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Pomfret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10:20.18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Simone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Ellson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10:15.25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Jasmine Gower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10:08.30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Ellie Dewsbury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10:03.67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Sydnie Bairstow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10:03.63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Libby Saunders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10:02.36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Alexandra Livingstone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10:01.89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Jessie Harper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Bolton Metro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10:00.00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Lucy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Handford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9:58.53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Ella Johnson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9:57.89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Anna Livermore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9:55.32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Olivia Nicholls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9:54.67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Lauren Rainford-Read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9:53.60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19.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Fox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9:53.03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Molly Gordon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9:45.71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Charlotte Casselton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9:45.10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Mary Hodgson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Carnforth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9:44.89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Clegg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SwimTrafford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9:42.95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Isabel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Cockerham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9:42.51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Morgan Gaskell-French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Leyland Barr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9:42.00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Elodie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Smallwood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9:38.45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Jessica Sloan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9:37.60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Abby Jones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Southport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9:32.91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29.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Meghann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Leaver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9:29.80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30.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Grace Pickles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9:26.70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31.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Rebecca Loft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9:20.90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32.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Alice Harding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Pioneer 79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9:17.97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33.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Ellie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Molyneux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14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9:15.30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34.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Melissa Braddock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15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Wigan BEST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9:14.90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35.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Laura Boardman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16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Co Salford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9:05.30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36.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Lauren Toms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Co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Manch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 xml:space="preserve">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8:58.69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37.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Shauntelle Austin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18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Blackpool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Aq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8:55.21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38.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Kathryn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Greenslade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Preston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8:52.63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39.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Katie </w:t>
      </w:r>
      <w:proofErr w:type="spellStart"/>
      <w:r w:rsidRPr="00150754">
        <w:rPr>
          <w:rFonts w:ascii="Arial Narrow" w:hAnsi="Arial Narrow" w:cs="Courier New"/>
          <w:sz w:val="18"/>
          <w:szCs w:val="18"/>
          <w:lang w:eastAsia="en-GB"/>
        </w:rPr>
        <w:t>Rennolds</w:t>
      </w:r>
      <w:proofErr w:type="spellEnd"/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17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Burnley Aqua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 xml:space="preserve"> 8:51.30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  <w:t>........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lastRenderedPageBreak/>
        <w:t>EVENT 105 FINAL OF EVENT 101 Boys 10/11 Yrs 100m Backstro</w:t>
      </w:r>
      <w:r>
        <w:rPr>
          <w:rFonts w:ascii="Arial Narrow" w:hAnsi="Arial Narrow" w:cs="Courier New"/>
          <w:sz w:val="18"/>
          <w:szCs w:val="18"/>
          <w:lang w:eastAsia="en-GB"/>
        </w:rPr>
        <w:t>ke</w:t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 w:rsidRPr="00150754">
        <w:rPr>
          <w:rFonts w:ascii="Arial Narrow" w:hAnsi="Arial Narrow" w:cs="Courier New"/>
          <w:sz w:val="18"/>
          <w:szCs w:val="18"/>
          <w:lang w:eastAsia="en-GB"/>
        </w:rPr>
        <w:tab/>
      </w:r>
      <w:r>
        <w:rPr>
          <w:rFonts w:ascii="Arial Narrow" w:hAnsi="Arial Narrow" w:cs="Courier New"/>
          <w:sz w:val="18"/>
          <w:szCs w:val="18"/>
          <w:lang w:eastAsia="en-GB"/>
        </w:rPr>
        <w:tab/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EVENT 106 FINAL OF EVENT 101 Boys 12 Yrs 100m Backstroke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EVENT 107 FINAL OF EVENT 101 Boys 13 Yrs 100m Backstroke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EVENT 108 FINAL OF EVENT 101 Boys 14 Yrs 100m Backstroke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EVENT 109 FINAL OF EVENT 101 Boys 15 Yrs 100m Backstroke</w:t>
      </w: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 w:rsidP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  <w:r w:rsidRPr="00150754">
        <w:rPr>
          <w:rFonts w:ascii="Arial Narrow" w:hAnsi="Arial Narrow" w:cs="Courier New"/>
          <w:sz w:val="18"/>
          <w:szCs w:val="18"/>
          <w:lang w:eastAsia="en-GB"/>
        </w:rPr>
        <w:t>EVENT 110 FINAL OF EVENT 101 Boys 16 Yrs/Over 100m Backstroke</w:t>
      </w:r>
    </w:p>
    <w:p w:rsidR="00150754" w:rsidRPr="00150754" w:rsidRDefault="00150754" w:rsidP="00B32E80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p w:rsidR="00150754" w:rsidRPr="00150754" w:rsidRDefault="00150754">
      <w:pPr>
        <w:tabs>
          <w:tab w:val="clear" w:pos="425"/>
          <w:tab w:val="clear" w:pos="2155"/>
          <w:tab w:val="clear" w:pos="2495"/>
          <w:tab w:val="clear" w:pos="3969"/>
          <w:tab w:val="clear" w:pos="4082"/>
          <w:tab w:val="clear" w:pos="4593"/>
          <w:tab w:val="left" w:pos="567"/>
          <w:tab w:val="left" w:pos="2268"/>
          <w:tab w:val="left" w:pos="2977"/>
          <w:tab w:val="left" w:pos="4111"/>
          <w:tab w:val="left" w:pos="4253"/>
        </w:tabs>
        <w:autoSpaceDE w:val="0"/>
        <w:autoSpaceDN w:val="0"/>
        <w:adjustRightInd w:val="0"/>
        <w:rPr>
          <w:rFonts w:ascii="Arial Narrow" w:hAnsi="Arial Narrow" w:cs="Courier New"/>
          <w:sz w:val="18"/>
          <w:szCs w:val="18"/>
          <w:lang w:eastAsia="en-GB"/>
        </w:rPr>
      </w:pPr>
    </w:p>
    <w:sectPr w:rsidR="00150754" w:rsidRPr="00150754" w:rsidSect="004A402F">
      <w:headerReference w:type="default" r:id="rId7"/>
      <w:type w:val="continuous"/>
      <w:pgSz w:w="11907" w:h="16840" w:code="9"/>
      <w:pgMar w:top="851" w:right="340" w:bottom="567" w:left="340" w:header="284" w:footer="0" w:gutter="0"/>
      <w:cols w:num="2" w:sep="1" w:space="454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2C9" w:rsidRDefault="002732C9">
      <w:r>
        <w:separator/>
      </w:r>
    </w:p>
  </w:endnote>
  <w:endnote w:type="continuationSeparator" w:id="0">
    <w:p w:rsidR="002732C9" w:rsidRDefault="00273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2C9" w:rsidRDefault="002732C9">
      <w:r>
        <w:separator/>
      </w:r>
    </w:p>
  </w:footnote>
  <w:footnote w:type="continuationSeparator" w:id="0">
    <w:p w:rsidR="002732C9" w:rsidRDefault="002732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F7" w:rsidRPr="00315CD6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8"/>
        <w:szCs w:val="28"/>
      </w:rPr>
    </w:pPr>
    <w:r>
      <w:rPr>
        <w:b/>
        <w:iCs/>
        <w:sz w:val="28"/>
        <w:szCs w:val="28"/>
      </w:rPr>
      <w:t xml:space="preserve"> Lancashire County WPSA</w:t>
    </w:r>
    <w:r w:rsidR="00315CD6">
      <w:rPr>
        <w:b/>
        <w:iCs/>
        <w:sz w:val="28"/>
        <w:szCs w:val="28"/>
      </w:rPr>
      <w:t xml:space="preserve"> Age Groups and Championships</w:t>
    </w:r>
  </w:p>
  <w:p w:rsidR="00790EF7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szCs w:val="16"/>
      </w:rPr>
    </w:pPr>
    <w:r>
      <w:rPr>
        <w:szCs w:val="16"/>
      </w:rPr>
      <w:t xml:space="preserve"> Affiliated to North West Region ASA     </w:t>
    </w:r>
  </w:p>
  <w:p w:rsidR="00790EF7" w:rsidRPr="00315CD6" w:rsidRDefault="00790EF7" w:rsidP="00315CD6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bCs/>
        <w:sz w:val="24"/>
        <w:szCs w:val="16"/>
      </w:rPr>
    </w:pPr>
    <w:r>
      <w:rPr>
        <w:b/>
        <w:bCs/>
        <w:sz w:val="20"/>
        <w:szCs w:val="16"/>
      </w:rPr>
      <w:t>Under ASA Laws &amp; ASA Technical Rules of Swimming</w:t>
    </w:r>
  </w:p>
  <w:p w:rsidR="00790EF7" w:rsidRDefault="001F4AA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center"/>
      <w:rPr>
        <w:b/>
        <w:iCs/>
        <w:sz w:val="20"/>
        <w:szCs w:val="32"/>
      </w:rPr>
    </w:pPr>
    <w:r>
      <w:rPr>
        <w:b/>
        <w:iCs/>
        <w:sz w:val="20"/>
        <w:szCs w:val="32"/>
      </w:rPr>
      <w:t xml:space="preserve"> Licenc</w:t>
    </w:r>
    <w:r w:rsidR="0065503B">
      <w:rPr>
        <w:b/>
        <w:iCs/>
        <w:sz w:val="20"/>
        <w:szCs w:val="32"/>
      </w:rPr>
      <w:t>e Nos. CC150112 &amp; CC4150113</w:t>
    </w:r>
  </w:p>
  <w:p w:rsidR="00790EF7" w:rsidRPr="00A8612F" w:rsidRDefault="00D24E94" w:rsidP="00D24E94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tabs>
        <w:tab w:val="left" w:pos="2322"/>
        <w:tab w:val="center" w:pos="5613"/>
      </w:tabs>
      <w:rPr>
        <w:b/>
        <w:bCs/>
        <w:sz w:val="20"/>
        <w:szCs w:val="24"/>
      </w:rPr>
    </w:pP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>
      <w:rPr>
        <w:b/>
        <w:bCs/>
        <w:sz w:val="20"/>
        <w:szCs w:val="24"/>
      </w:rPr>
      <w:tab/>
    </w:r>
    <w:r w:rsidR="00142460">
      <w:rPr>
        <w:b/>
        <w:bCs/>
        <w:sz w:val="20"/>
        <w:szCs w:val="24"/>
      </w:rPr>
      <w:t xml:space="preserve">Session </w:t>
    </w:r>
    <w:r w:rsidR="00001496">
      <w:rPr>
        <w:b/>
        <w:bCs/>
        <w:sz w:val="20"/>
        <w:szCs w:val="24"/>
      </w:rPr>
      <w:t xml:space="preserve">1 Saturday </w:t>
    </w:r>
    <w:r w:rsidR="0065503B">
      <w:rPr>
        <w:b/>
        <w:bCs/>
        <w:sz w:val="20"/>
        <w:szCs w:val="24"/>
      </w:rPr>
      <w:t>2</w:t>
    </w:r>
    <w:r w:rsidR="00001496">
      <w:rPr>
        <w:b/>
        <w:bCs/>
        <w:sz w:val="20"/>
        <w:szCs w:val="24"/>
      </w:rPr>
      <w:t>8</w:t>
    </w:r>
    <w:r w:rsidR="00E61912" w:rsidRPr="00A8612F">
      <w:rPr>
        <w:b/>
        <w:bCs/>
        <w:sz w:val="20"/>
        <w:szCs w:val="24"/>
        <w:vertAlign w:val="superscript"/>
      </w:rPr>
      <w:t>th</w:t>
    </w:r>
    <w:r w:rsidR="0065503B">
      <w:rPr>
        <w:b/>
        <w:bCs/>
        <w:sz w:val="20"/>
        <w:szCs w:val="24"/>
      </w:rPr>
      <w:t xml:space="preserve"> February 2015</w:t>
    </w:r>
    <w:r w:rsidR="001F4AA4">
      <w:rPr>
        <w:b/>
        <w:bCs/>
        <w:sz w:val="20"/>
        <w:szCs w:val="24"/>
      </w:rPr>
      <w:t xml:space="preserve"> –</w:t>
    </w:r>
    <w:r w:rsidR="00001496">
      <w:rPr>
        <w:b/>
        <w:bCs/>
        <w:sz w:val="20"/>
        <w:szCs w:val="24"/>
      </w:rPr>
      <w:t xml:space="preserve"> </w:t>
    </w:r>
    <w:proofErr w:type="spellStart"/>
    <w:r w:rsidR="00001496">
      <w:rPr>
        <w:b/>
        <w:bCs/>
        <w:sz w:val="20"/>
        <w:szCs w:val="24"/>
      </w:rPr>
      <w:t>Picton</w:t>
    </w:r>
    <w:proofErr w:type="spellEnd"/>
    <w:r w:rsidR="00001496">
      <w:rPr>
        <w:b/>
        <w:bCs/>
        <w:sz w:val="20"/>
        <w:szCs w:val="24"/>
      </w:rPr>
      <w:t xml:space="preserve"> Wavertree</w:t>
    </w:r>
    <w:r w:rsidR="001C264E">
      <w:rPr>
        <w:b/>
        <w:bCs/>
        <w:sz w:val="20"/>
        <w:szCs w:val="24"/>
      </w:rPr>
      <w:t xml:space="preserve"> </w:t>
    </w:r>
    <w:r w:rsidR="00B3364E">
      <w:rPr>
        <w:b/>
        <w:bCs/>
        <w:sz w:val="20"/>
        <w:szCs w:val="24"/>
      </w:rPr>
      <w:t>Liverpool</w:t>
    </w:r>
  </w:p>
  <w:p w:rsidR="00790EF7" w:rsidRPr="00315CD6" w:rsidRDefault="00790EF7">
    <w:pPr>
      <w:pStyle w:val="Header"/>
      <w:pBdr>
        <w:top w:val="none" w:sz="0" w:space="0" w:color="auto"/>
        <w:left w:val="none" w:sz="0" w:space="0" w:color="auto"/>
        <w:bottom w:val="thinThickSmallGap" w:sz="18" w:space="1" w:color="auto"/>
        <w:right w:val="none" w:sz="0" w:space="0" w:color="auto"/>
      </w:pBdr>
      <w:jc w:val="right"/>
      <w:rPr>
        <w:b/>
        <w:sz w:val="24"/>
        <w:szCs w:val="24"/>
      </w:rPr>
    </w:pPr>
    <w:r w:rsidRPr="00315CD6">
      <w:rPr>
        <w:b/>
        <w:i/>
        <w:sz w:val="24"/>
      </w:rPr>
      <w:t xml:space="preserve">Sheet   </w:t>
    </w:r>
    <w:r w:rsidR="005F5E16" w:rsidRPr="00315CD6">
      <w:rPr>
        <w:rStyle w:val="PageNumber"/>
        <w:b/>
        <w:i/>
        <w:sz w:val="24"/>
      </w:rPr>
      <w:fldChar w:fldCharType="begin"/>
    </w:r>
    <w:r w:rsidRPr="00315CD6">
      <w:rPr>
        <w:rStyle w:val="PageNumber"/>
        <w:b/>
        <w:i/>
        <w:sz w:val="24"/>
      </w:rPr>
      <w:instrText xml:space="preserve"> PAGE </w:instrText>
    </w:r>
    <w:r w:rsidR="005F5E16" w:rsidRPr="00315CD6">
      <w:rPr>
        <w:rStyle w:val="PageNumber"/>
        <w:b/>
        <w:i/>
        <w:sz w:val="24"/>
      </w:rPr>
      <w:fldChar w:fldCharType="separate"/>
    </w:r>
    <w:r w:rsidR="00150754">
      <w:rPr>
        <w:rStyle w:val="PageNumber"/>
        <w:b/>
        <w:i/>
        <w:noProof/>
        <w:sz w:val="24"/>
      </w:rPr>
      <w:t>1</w:t>
    </w:r>
    <w:r w:rsidR="005F5E16" w:rsidRPr="00315CD6">
      <w:rPr>
        <w:rStyle w:val="PageNumber"/>
        <w:b/>
        <w:i/>
        <w:sz w:val="24"/>
      </w:rPr>
      <w:fldChar w:fldCharType="end"/>
    </w:r>
    <w:r w:rsidRPr="00315CD6">
      <w:rPr>
        <w:b/>
        <w:sz w:val="24"/>
      </w:rPr>
      <w:t xml:space="preserve">                      </w:t>
    </w:r>
  </w:p>
  <w:p w:rsidR="00790EF7" w:rsidRDefault="00790E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GB" w:vendorID="8" w:dllVersion="513" w:checkStyle="1"/>
  <w:proofState w:spelling="clean" w:grammar="clean"/>
  <w:attachedTemplate r:id="rId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144"/>
    <w:rsid w:val="00001496"/>
    <w:rsid w:val="000202B2"/>
    <w:rsid w:val="00021F92"/>
    <w:rsid w:val="00034161"/>
    <w:rsid w:val="000739E2"/>
    <w:rsid w:val="00084CB8"/>
    <w:rsid w:val="00090320"/>
    <w:rsid w:val="0009258A"/>
    <w:rsid w:val="000E43E0"/>
    <w:rsid w:val="001305B1"/>
    <w:rsid w:val="00135E05"/>
    <w:rsid w:val="00142460"/>
    <w:rsid w:val="00150754"/>
    <w:rsid w:val="001957A2"/>
    <w:rsid w:val="001C264E"/>
    <w:rsid w:val="001C5C42"/>
    <w:rsid w:val="001C5D6E"/>
    <w:rsid w:val="001F4AA4"/>
    <w:rsid w:val="001F6572"/>
    <w:rsid w:val="00216DC1"/>
    <w:rsid w:val="00220D76"/>
    <w:rsid w:val="002227D8"/>
    <w:rsid w:val="00224500"/>
    <w:rsid w:val="0025430A"/>
    <w:rsid w:val="002732C9"/>
    <w:rsid w:val="00282AF2"/>
    <w:rsid w:val="002877DE"/>
    <w:rsid w:val="002F3296"/>
    <w:rsid w:val="00315CD6"/>
    <w:rsid w:val="003433D1"/>
    <w:rsid w:val="00370872"/>
    <w:rsid w:val="003E5BCB"/>
    <w:rsid w:val="00447496"/>
    <w:rsid w:val="00454BA9"/>
    <w:rsid w:val="00472302"/>
    <w:rsid w:val="004743DD"/>
    <w:rsid w:val="004960AC"/>
    <w:rsid w:val="00497254"/>
    <w:rsid w:val="004973B6"/>
    <w:rsid w:val="004A402F"/>
    <w:rsid w:val="004D4CC8"/>
    <w:rsid w:val="00500A80"/>
    <w:rsid w:val="005206A8"/>
    <w:rsid w:val="00525E7F"/>
    <w:rsid w:val="00532DD6"/>
    <w:rsid w:val="00546E5D"/>
    <w:rsid w:val="005C3A3E"/>
    <w:rsid w:val="005D3F24"/>
    <w:rsid w:val="005F5E16"/>
    <w:rsid w:val="00633B25"/>
    <w:rsid w:val="0065339C"/>
    <w:rsid w:val="0065503B"/>
    <w:rsid w:val="006C0C53"/>
    <w:rsid w:val="006C6B9E"/>
    <w:rsid w:val="006D0F3C"/>
    <w:rsid w:val="006E61FF"/>
    <w:rsid w:val="006F6482"/>
    <w:rsid w:val="0073183B"/>
    <w:rsid w:val="007401FA"/>
    <w:rsid w:val="007618EA"/>
    <w:rsid w:val="00785863"/>
    <w:rsid w:val="00790EF7"/>
    <w:rsid w:val="00797F7A"/>
    <w:rsid w:val="007D6144"/>
    <w:rsid w:val="007F5464"/>
    <w:rsid w:val="007F7B20"/>
    <w:rsid w:val="008008AA"/>
    <w:rsid w:val="00801159"/>
    <w:rsid w:val="00845BB8"/>
    <w:rsid w:val="008B5007"/>
    <w:rsid w:val="008C43BC"/>
    <w:rsid w:val="008E036E"/>
    <w:rsid w:val="008F1B1B"/>
    <w:rsid w:val="00914651"/>
    <w:rsid w:val="00924A67"/>
    <w:rsid w:val="009364AD"/>
    <w:rsid w:val="00960A71"/>
    <w:rsid w:val="0098069E"/>
    <w:rsid w:val="009924A9"/>
    <w:rsid w:val="009B1BE1"/>
    <w:rsid w:val="009E3365"/>
    <w:rsid w:val="009F2BC0"/>
    <w:rsid w:val="009F68AF"/>
    <w:rsid w:val="00A5339E"/>
    <w:rsid w:val="00A54F7E"/>
    <w:rsid w:val="00A80538"/>
    <w:rsid w:val="00A80CE4"/>
    <w:rsid w:val="00A81397"/>
    <w:rsid w:val="00A8612F"/>
    <w:rsid w:val="00AB6484"/>
    <w:rsid w:val="00AC4B8B"/>
    <w:rsid w:val="00AD5CCC"/>
    <w:rsid w:val="00AD60CF"/>
    <w:rsid w:val="00B028EC"/>
    <w:rsid w:val="00B06F82"/>
    <w:rsid w:val="00B118FA"/>
    <w:rsid w:val="00B32E80"/>
    <w:rsid w:val="00B3364E"/>
    <w:rsid w:val="00B376AE"/>
    <w:rsid w:val="00B550F2"/>
    <w:rsid w:val="00B92DAE"/>
    <w:rsid w:val="00B96AAE"/>
    <w:rsid w:val="00C3201A"/>
    <w:rsid w:val="00C92E4E"/>
    <w:rsid w:val="00CD54EC"/>
    <w:rsid w:val="00CD799E"/>
    <w:rsid w:val="00CE5F7D"/>
    <w:rsid w:val="00CE614C"/>
    <w:rsid w:val="00CF22F3"/>
    <w:rsid w:val="00CF30E1"/>
    <w:rsid w:val="00CF69EF"/>
    <w:rsid w:val="00D24E94"/>
    <w:rsid w:val="00D33947"/>
    <w:rsid w:val="00D47E34"/>
    <w:rsid w:val="00D53403"/>
    <w:rsid w:val="00D54C01"/>
    <w:rsid w:val="00D67926"/>
    <w:rsid w:val="00D80E5E"/>
    <w:rsid w:val="00D95063"/>
    <w:rsid w:val="00D97906"/>
    <w:rsid w:val="00DA1707"/>
    <w:rsid w:val="00DB0B17"/>
    <w:rsid w:val="00E062EA"/>
    <w:rsid w:val="00E26D8D"/>
    <w:rsid w:val="00E458EE"/>
    <w:rsid w:val="00E61912"/>
    <w:rsid w:val="00E6681C"/>
    <w:rsid w:val="00E66994"/>
    <w:rsid w:val="00E67858"/>
    <w:rsid w:val="00E95BE2"/>
    <w:rsid w:val="00F52AB5"/>
    <w:rsid w:val="00F650FA"/>
    <w:rsid w:val="00F81B1E"/>
    <w:rsid w:val="00F81B52"/>
    <w:rsid w:val="00F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9E"/>
    <w:pPr>
      <w:tabs>
        <w:tab w:val="left" w:pos="425"/>
        <w:tab w:val="left" w:pos="2155"/>
        <w:tab w:val="left" w:pos="2495"/>
        <w:tab w:val="right" w:pos="3969"/>
        <w:tab w:val="left" w:pos="4082"/>
        <w:tab w:val="left" w:pos="4593"/>
      </w:tabs>
    </w:pPr>
    <w:rPr>
      <w:rFonts w:ascii="Arial" w:hAnsi="Arial"/>
      <w:sz w:val="16"/>
      <w:lang w:eastAsia="en-US"/>
    </w:rPr>
  </w:style>
  <w:style w:type="paragraph" w:styleId="Heading1">
    <w:name w:val="heading 1"/>
    <w:basedOn w:val="Normal"/>
    <w:next w:val="Normal"/>
    <w:qFormat/>
    <w:rsid w:val="00CD799E"/>
    <w:pPr>
      <w:keepNext/>
      <w:spacing w:before="60"/>
      <w:outlineLvl w:val="0"/>
    </w:pPr>
    <w:rPr>
      <w:b/>
      <w:kern w:val="28"/>
      <w:sz w:val="18"/>
    </w:rPr>
  </w:style>
  <w:style w:type="paragraph" w:styleId="Heading2">
    <w:name w:val="heading 2"/>
    <w:basedOn w:val="Normal"/>
    <w:next w:val="Normal"/>
    <w:qFormat/>
    <w:rsid w:val="00CD799E"/>
    <w:pPr>
      <w:keepNext/>
      <w:spacing w:before="4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D799E"/>
    <w:pPr>
      <w:keepNext/>
      <w:spacing w:before="60" w:after="2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D799E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D799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D799E"/>
  </w:style>
  <w:style w:type="paragraph" w:customStyle="1" w:styleId="NormSplits">
    <w:name w:val="NormSplits"/>
    <w:basedOn w:val="Normal"/>
    <w:rsid w:val="00CD799E"/>
    <w:pPr>
      <w:tabs>
        <w:tab w:val="right" w:pos="5387"/>
        <w:tab w:val="right" w:leader="dot" w:pos="6237"/>
        <w:tab w:val="right" w:leader="dot" w:pos="7088"/>
        <w:tab w:val="right" w:leader="dot" w:pos="7938"/>
        <w:tab w:val="right" w:leader="dot" w:pos="8789"/>
        <w:tab w:val="right" w:leader="dot" w:pos="9639"/>
        <w:tab w:val="right" w:leader="dot" w:pos="10490"/>
      </w:tabs>
    </w:pPr>
    <w:rPr>
      <w:rFonts w:ascii="Arial Narrow" w:hAnsi="Arial Narrow"/>
      <w:sz w:val="18"/>
    </w:rPr>
  </w:style>
  <w:style w:type="paragraph" w:styleId="PlainText">
    <w:name w:val="Plain Text"/>
    <w:basedOn w:val="Normal"/>
    <w:link w:val="PlainTextChar"/>
    <w:uiPriority w:val="99"/>
    <w:rsid w:val="00CD799E"/>
    <w:pPr>
      <w:tabs>
        <w:tab w:val="clear" w:pos="425"/>
        <w:tab w:val="clear" w:pos="2155"/>
        <w:tab w:val="clear" w:pos="2495"/>
      </w:tabs>
    </w:pPr>
    <w:rPr>
      <w:rFonts w:ascii="Courier New" w:hAnsi="Courier New"/>
      <w:sz w:val="20"/>
      <w:lang/>
    </w:rPr>
  </w:style>
  <w:style w:type="paragraph" w:customStyle="1" w:styleId="Norm2Col">
    <w:name w:val="Norm2Col"/>
    <w:basedOn w:val="Normal"/>
    <w:rsid w:val="00CD799E"/>
    <w:rPr>
      <w:rFonts w:ascii="Arial Narrow" w:hAnsi="Arial Narrow"/>
      <w:sz w:val="18"/>
    </w:rPr>
  </w:style>
  <w:style w:type="paragraph" w:styleId="DocumentMap">
    <w:name w:val="Document Map"/>
    <w:basedOn w:val="Normal"/>
    <w:semiHidden/>
    <w:rsid w:val="00CD799E"/>
    <w:pPr>
      <w:shd w:val="clear" w:color="auto" w:fill="000080"/>
    </w:pPr>
    <w:rPr>
      <w:rFonts w:ascii="Tahoma" w:hAnsi="Tahoma"/>
    </w:rPr>
  </w:style>
  <w:style w:type="numbering" w:customStyle="1" w:styleId="NoList1">
    <w:name w:val="No List1"/>
    <w:next w:val="NoList"/>
    <w:uiPriority w:val="99"/>
    <w:semiHidden/>
    <w:unhideWhenUsed/>
    <w:rsid w:val="007D6144"/>
  </w:style>
  <w:style w:type="paragraph" w:customStyle="1" w:styleId="2Col-yob-st">
    <w:name w:val="2Col-yob-st"/>
    <w:basedOn w:val="Normal"/>
    <w:rsid w:val="00CD799E"/>
    <w:pPr>
      <w:tabs>
        <w:tab w:val="clear" w:pos="425"/>
        <w:tab w:val="clear" w:pos="2155"/>
        <w:tab w:val="clear" w:pos="2495"/>
        <w:tab w:val="clear" w:pos="3969"/>
        <w:tab w:val="clear" w:pos="4082"/>
        <w:tab w:val="clear" w:pos="4593"/>
        <w:tab w:val="left" w:pos="397"/>
        <w:tab w:val="left" w:pos="2268"/>
        <w:tab w:val="left" w:pos="3345"/>
        <w:tab w:val="left" w:pos="3686"/>
        <w:tab w:val="left" w:pos="4395"/>
        <w:tab w:val="left" w:pos="5245"/>
        <w:tab w:val="left" w:pos="5642"/>
        <w:tab w:val="left" w:pos="7513"/>
        <w:tab w:val="left" w:pos="8591"/>
        <w:tab w:val="left" w:pos="8931"/>
        <w:tab w:val="left" w:pos="9640"/>
      </w:tabs>
      <w:spacing w:before="40"/>
    </w:pPr>
    <w:rPr>
      <w:rFonts w:cs="Arial"/>
    </w:rPr>
  </w:style>
  <w:style w:type="paragraph" w:customStyle="1" w:styleId="2Col-Result">
    <w:name w:val="2Col-Result"/>
    <w:basedOn w:val="2Col-yob-st"/>
    <w:rsid w:val="00CD799E"/>
    <w:pPr>
      <w:tabs>
        <w:tab w:val="clear" w:pos="3345"/>
        <w:tab w:val="clear" w:pos="3686"/>
        <w:tab w:val="clear" w:pos="8591"/>
        <w:tab w:val="clear" w:pos="8931"/>
        <w:tab w:val="left" w:pos="2694"/>
        <w:tab w:val="left" w:pos="3544"/>
        <w:tab w:val="left" w:pos="4678"/>
        <w:tab w:val="left" w:pos="7938"/>
        <w:tab w:val="left" w:pos="8789"/>
        <w:tab w:val="left" w:pos="9923"/>
      </w:tabs>
    </w:pPr>
  </w:style>
  <w:style w:type="character" w:customStyle="1" w:styleId="PlainTextChar">
    <w:name w:val="Plain Text Char"/>
    <w:link w:val="PlainText"/>
    <w:uiPriority w:val="99"/>
    <w:rsid w:val="007D6144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ET%20CURRENT\AG06WordDocs\Resul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F895A-F49E-49EB-9B35-67F38F01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Results-Template.dot</Template>
  <TotalTime>13</TotalTime>
  <Pages>3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Results-Template</vt:lpstr>
    </vt:vector>
  </TitlesOfParts>
  <Company>TQC Ltd</Company>
  <LinksUpToDate>false</LinksUpToDate>
  <CharactersWithSpaces>17264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Results-Template</dc:title>
  <dc:creator>N</dc:creator>
  <dc:description>Event Name - Norm2col Ariel Narrow 10 Bold 3 Aft / Age Group -  Norm2col  Ariel Narrow 9 Bold / NormCol2  Ariel Narrow 9</dc:description>
  <cp:lastModifiedBy>Linda</cp:lastModifiedBy>
  <cp:revision>4</cp:revision>
  <cp:lastPrinted>2014-02-28T14:33:00Z</cp:lastPrinted>
  <dcterms:created xsi:type="dcterms:W3CDTF">2015-02-08T14:45:00Z</dcterms:created>
  <dcterms:modified xsi:type="dcterms:W3CDTF">2015-02-12T12:24:00Z</dcterms:modified>
</cp:coreProperties>
</file>